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5898B0-C5D4-43D1-B68C-3B23D72B88C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